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15F08C82" w:rsidR="006E5D65" w:rsidRPr="00EB5B5D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="00D8678B" w:rsidRPr="00EB5B5D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EB5B5D">
        <w:rPr>
          <w:rFonts w:ascii="Corbel" w:hAnsi="Corbel"/>
          <w:bCs/>
          <w:i/>
          <w:sz w:val="24"/>
          <w:szCs w:val="24"/>
        </w:rPr>
        <w:t>1.5</w:t>
      </w:r>
      <w:r w:rsidR="00D8678B" w:rsidRPr="00EB5B5D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EB5B5D">
        <w:rPr>
          <w:rFonts w:ascii="Corbel" w:hAnsi="Corbel"/>
          <w:bCs/>
          <w:i/>
          <w:sz w:val="24"/>
          <w:szCs w:val="24"/>
        </w:rPr>
        <w:t xml:space="preserve"> Rektora </w:t>
      </w:r>
      <w:proofErr w:type="spellStart"/>
      <w:r w:rsidR="002A22BF" w:rsidRPr="00EB5B5D">
        <w:rPr>
          <w:rFonts w:ascii="Corbel" w:hAnsi="Corbel"/>
          <w:bCs/>
          <w:i/>
          <w:sz w:val="24"/>
          <w:szCs w:val="24"/>
        </w:rPr>
        <w:t>UR</w:t>
      </w:r>
      <w:proofErr w:type="spellEnd"/>
      <w:r w:rsidR="002A22BF" w:rsidRPr="00EB5B5D">
        <w:rPr>
          <w:rFonts w:ascii="Corbel" w:hAnsi="Corbel"/>
          <w:bCs/>
          <w:i/>
          <w:sz w:val="24"/>
          <w:szCs w:val="24"/>
        </w:rPr>
        <w:t xml:space="preserve"> </w:t>
      </w:r>
      <w:r w:rsidRPr="00EB5B5D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EB5B5D">
        <w:rPr>
          <w:rFonts w:ascii="Corbel" w:hAnsi="Corbel"/>
          <w:bCs/>
          <w:i/>
          <w:sz w:val="24"/>
          <w:szCs w:val="24"/>
        </w:rPr>
        <w:t>12/2019</w:t>
      </w:r>
    </w:p>
    <w:p w14:paraId="76CB7A0A" w14:textId="77777777" w:rsidR="0085747A" w:rsidRPr="00EB5B5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B5B5D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4298A28F" w:rsidR="00DC6D0C" w:rsidRPr="00E33FD0" w:rsidRDefault="0071620A" w:rsidP="00A45163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E33FD0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E33FD0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5D0C1E">
        <w:rPr>
          <w:rFonts w:ascii="Corbel" w:hAnsi="Corbel"/>
          <w:b/>
          <w:bCs/>
          <w:iCs/>
          <w:smallCaps/>
          <w:sz w:val="24"/>
          <w:szCs w:val="24"/>
        </w:rPr>
        <w:t>2022-2024</w:t>
      </w:r>
    </w:p>
    <w:p w14:paraId="6A743604" w14:textId="575D3593" w:rsidR="00445970" w:rsidRPr="00EB5B5D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B5B5D">
        <w:rPr>
          <w:rFonts w:ascii="Corbel" w:hAnsi="Corbel"/>
          <w:sz w:val="24"/>
          <w:szCs w:val="24"/>
        </w:rPr>
        <w:t xml:space="preserve">Rok akademicki   </w:t>
      </w:r>
      <w:r w:rsidR="00182C9E" w:rsidRPr="00EB5B5D">
        <w:rPr>
          <w:rFonts w:ascii="Corbel" w:hAnsi="Corbel"/>
          <w:sz w:val="24"/>
          <w:szCs w:val="24"/>
        </w:rPr>
        <w:t>202</w:t>
      </w:r>
      <w:r w:rsidR="005D0C1E">
        <w:rPr>
          <w:rFonts w:ascii="Corbel" w:hAnsi="Corbel"/>
          <w:sz w:val="24"/>
          <w:szCs w:val="24"/>
        </w:rPr>
        <w:t>3</w:t>
      </w:r>
      <w:r w:rsidR="00182C9E" w:rsidRPr="00EB5B5D">
        <w:rPr>
          <w:rFonts w:ascii="Corbel" w:hAnsi="Corbel"/>
          <w:sz w:val="24"/>
          <w:szCs w:val="24"/>
        </w:rPr>
        <w:t>/202</w:t>
      </w:r>
      <w:r w:rsidR="005D0C1E">
        <w:rPr>
          <w:rFonts w:ascii="Corbel" w:hAnsi="Corbel"/>
          <w:sz w:val="24"/>
          <w:szCs w:val="24"/>
        </w:rPr>
        <w:t>4</w:t>
      </w:r>
    </w:p>
    <w:p w14:paraId="0749206E" w14:textId="77777777" w:rsidR="0085747A" w:rsidRPr="00EB5B5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1B6DE1CC" w14:textId="77777777" w:rsidR="0085747A" w:rsidRPr="00E33FD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33FD0">
        <w:rPr>
          <w:rFonts w:ascii="Corbel" w:hAnsi="Corbel"/>
          <w:szCs w:val="24"/>
        </w:rPr>
        <w:t xml:space="preserve">1. </w:t>
      </w:r>
      <w:r w:rsidR="0085747A" w:rsidRPr="00E33FD0">
        <w:rPr>
          <w:rFonts w:ascii="Corbel" w:hAnsi="Corbel"/>
          <w:szCs w:val="24"/>
        </w:rPr>
        <w:t xml:space="preserve">Podstawowe </w:t>
      </w:r>
      <w:r w:rsidR="00445970" w:rsidRPr="00E33FD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33FD0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E33FD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4C8CDA46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Rachunek kosztów i audyt finansowy </w:t>
            </w:r>
          </w:p>
        </w:tc>
      </w:tr>
      <w:tr w:rsidR="0085747A" w:rsidRPr="00E33FD0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E33FD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33FD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709359D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proofErr w:type="spellStart"/>
            <w:r w:rsidRPr="00E33FD0">
              <w:rPr>
                <w:rFonts w:ascii="Corbel" w:hAnsi="Corbel"/>
                <w:b w:val="0"/>
                <w:bCs/>
                <w:sz w:val="24"/>
                <w:szCs w:val="24"/>
              </w:rPr>
              <w:t>FiR</w:t>
            </w:r>
            <w:proofErr w:type="spellEnd"/>
            <w:r w:rsidRPr="00E33FD0">
              <w:rPr>
                <w:rFonts w:ascii="Corbel" w:hAnsi="Corbel"/>
                <w:b w:val="0"/>
                <w:bCs/>
                <w:sz w:val="24"/>
                <w:szCs w:val="24"/>
              </w:rPr>
              <w:t>/II/B.5</w:t>
            </w:r>
          </w:p>
        </w:tc>
      </w:tr>
      <w:tr w:rsidR="0085747A" w:rsidRPr="00E33FD0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E33FD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N</w:t>
            </w:r>
            <w:r w:rsidR="0085747A" w:rsidRPr="00E33FD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33FD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E33FD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33FD0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C62F835" w:rsidR="0085747A" w:rsidRPr="00E33FD0" w:rsidRDefault="00E33F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E33FD0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730A970" w:rsidR="0085747A" w:rsidRPr="00E33FD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E33FD0" w:rsidRPr="00E33FD0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E33FD0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E33FD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8EE2E14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41B9B" w:rsidRPr="00E33FD0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85747A" w:rsidRPr="00E33FD0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55786EF2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E33FD0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E33FD0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E33FD0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006F9F3" w:rsidR="0085747A" w:rsidRPr="00E33FD0" w:rsidRDefault="00AA1E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41B9B" w:rsidRPr="00E33FD0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A45163" w:rsidRPr="00E33FD0">
              <w:rPr>
                <w:rFonts w:ascii="Corbel" w:hAnsi="Corbel"/>
                <w:b w:val="0"/>
                <w:sz w:val="24"/>
                <w:szCs w:val="24"/>
              </w:rPr>
              <w:t xml:space="preserve">e </w:t>
            </w:r>
          </w:p>
        </w:tc>
      </w:tr>
      <w:tr w:rsidR="0085747A" w:rsidRPr="00E33FD0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33FD0">
              <w:rPr>
                <w:rFonts w:ascii="Corbel" w:hAnsi="Corbel"/>
                <w:sz w:val="24"/>
                <w:szCs w:val="24"/>
              </w:rPr>
              <w:t>/y</w:t>
            </w:r>
            <w:r w:rsidRPr="00E33FD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89A0A3E" w:rsidR="0085747A" w:rsidRPr="00E33FD0" w:rsidRDefault="003470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C426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C426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E33FD0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68A4C144" w:rsidR="0085747A" w:rsidRPr="00E33FD0" w:rsidRDefault="00E33F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Kierunkowy </w:t>
            </w:r>
          </w:p>
        </w:tc>
      </w:tr>
      <w:tr w:rsidR="00923D7D" w:rsidRPr="00E33FD0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E33FD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2D38BE9A" w:rsidR="00923D7D" w:rsidRPr="00E33FD0" w:rsidRDefault="00E33F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33FD0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A952813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Dr Ewelina </w:t>
            </w:r>
            <w:proofErr w:type="spellStart"/>
            <w:r w:rsidRPr="00E33FD0">
              <w:rPr>
                <w:rFonts w:ascii="Corbel" w:hAnsi="Corbel"/>
                <w:b w:val="0"/>
                <w:sz w:val="24"/>
                <w:szCs w:val="24"/>
              </w:rPr>
              <w:t>Rabiej</w:t>
            </w:r>
            <w:proofErr w:type="spellEnd"/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E33FD0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E363996" w14:textId="77777777" w:rsidR="0085747A" w:rsidRPr="00E33FD0" w:rsidRDefault="00A45163" w:rsidP="00972BA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Dr Ewelina </w:t>
            </w:r>
            <w:proofErr w:type="spellStart"/>
            <w:r w:rsidRPr="00E33FD0">
              <w:rPr>
                <w:rFonts w:ascii="Corbel" w:hAnsi="Corbel"/>
                <w:b w:val="0"/>
                <w:sz w:val="24"/>
                <w:szCs w:val="24"/>
              </w:rPr>
              <w:t>Rabiej</w:t>
            </w:r>
            <w:proofErr w:type="spellEnd"/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  <w:p w14:paraId="6B6685C9" w14:textId="3229796C" w:rsidR="00972BA1" w:rsidRPr="00E33FD0" w:rsidRDefault="00972BA1" w:rsidP="00972BA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Mgr Rafał Pitera</w:t>
            </w:r>
          </w:p>
        </w:tc>
      </w:tr>
    </w:tbl>
    <w:p w14:paraId="1DE0F9B4" w14:textId="0F570C3E" w:rsidR="0085747A" w:rsidRPr="00E33FD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 xml:space="preserve">* </w:t>
      </w:r>
      <w:r w:rsidR="00B90885" w:rsidRPr="00E33FD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33FD0">
        <w:rPr>
          <w:rFonts w:ascii="Corbel" w:hAnsi="Corbel"/>
          <w:b w:val="0"/>
          <w:sz w:val="24"/>
          <w:szCs w:val="24"/>
        </w:rPr>
        <w:t>e,</w:t>
      </w:r>
      <w:r w:rsidR="00C41B9B" w:rsidRPr="00E33FD0">
        <w:rPr>
          <w:rFonts w:ascii="Corbel" w:hAnsi="Corbel"/>
          <w:b w:val="0"/>
          <w:sz w:val="24"/>
          <w:szCs w:val="24"/>
        </w:rPr>
        <w:t xml:space="preserve"> </w:t>
      </w:r>
      <w:r w:rsidRPr="00E33FD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33FD0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E33FD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E33FD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>1.</w:t>
      </w:r>
      <w:r w:rsidR="00E22FBC" w:rsidRPr="00E33FD0">
        <w:rPr>
          <w:rFonts w:ascii="Corbel" w:hAnsi="Corbel"/>
          <w:sz w:val="24"/>
          <w:szCs w:val="24"/>
        </w:rPr>
        <w:t>1</w:t>
      </w:r>
      <w:r w:rsidRPr="00E33FD0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E33FD0">
        <w:rPr>
          <w:rFonts w:ascii="Corbel" w:hAnsi="Corbel"/>
          <w:sz w:val="24"/>
          <w:szCs w:val="24"/>
        </w:rPr>
        <w:t>ECTS</w:t>
      </w:r>
      <w:proofErr w:type="spellEnd"/>
      <w:r w:rsidRPr="00E33FD0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E33FD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E33FD0" w14:paraId="07871431" w14:textId="77777777" w:rsidTr="00A4516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E33FD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(</w:t>
            </w:r>
            <w:r w:rsidR="00363F78" w:rsidRPr="00E33FD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3FD0">
              <w:rPr>
                <w:rFonts w:ascii="Corbel" w:hAnsi="Corbel"/>
                <w:szCs w:val="24"/>
              </w:rPr>
              <w:t>Wykł</w:t>
            </w:r>
            <w:proofErr w:type="spellEnd"/>
            <w:r w:rsidRPr="00E33FD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3FD0">
              <w:rPr>
                <w:rFonts w:ascii="Corbel" w:hAnsi="Corbel"/>
                <w:szCs w:val="24"/>
              </w:rPr>
              <w:t>Konw</w:t>
            </w:r>
            <w:proofErr w:type="spellEnd"/>
            <w:r w:rsidRPr="00E33FD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3FD0">
              <w:rPr>
                <w:rFonts w:ascii="Corbel" w:hAnsi="Corbel"/>
                <w:szCs w:val="24"/>
              </w:rPr>
              <w:t>Sem</w:t>
            </w:r>
            <w:proofErr w:type="spellEnd"/>
            <w:r w:rsidRPr="00E33FD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3FD0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3FD0">
              <w:rPr>
                <w:rFonts w:ascii="Corbel" w:hAnsi="Corbel"/>
                <w:szCs w:val="24"/>
              </w:rPr>
              <w:t>Prakt</w:t>
            </w:r>
            <w:proofErr w:type="spellEnd"/>
            <w:r w:rsidRPr="00E33FD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33FD0">
              <w:rPr>
                <w:rFonts w:ascii="Corbel" w:hAnsi="Corbel"/>
                <w:b/>
                <w:szCs w:val="24"/>
              </w:rPr>
              <w:t>Liczba pkt</w:t>
            </w:r>
            <w:r w:rsidR="00B90885" w:rsidRPr="00E33FD0">
              <w:rPr>
                <w:rFonts w:ascii="Corbel" w:hAnsi="Corbel"/>
                <w:b/>
                <w:szCs w:val="24"/>
              </w:rPr>
              <w:t>.</w:t>
            </w:r>
            <w:r w:rsidRPr="00E33FD0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E33FD0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972BA1" w:rsidRPr="00E33FD0" w14:paraId="7AA43F9C" w14:textId="77777777" w:rsidTr="002B1C3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38276" w14:textId="0988144C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0C40F" w14:textId="031F16D5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1</w:t>
            </w:r>
            <w:r w:rsidR="00DD5FDE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E2919" w14:textId="313DCA78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1</w:t>
            </w:r>
            <w:r w:rsidR="00DD5FDE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B8005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B14CA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93C1C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3D6E4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79EB4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029DE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3189E" w14:textId="1D8021D0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E33FD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4A38CA59" w:rsidR="0085747A" w:rsidRPr="00E33FD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>1.</w:t>
      </w:r>
      <w:r w:rsidR="00E22FBC" w:rsidRPr="00E33FD0">
        <w:rPr>
          <w:rFonts w:ascii="Corbel" w:hAnsi="Corbel"/>
          <w:smallCaps w:val="0"/>
          <w:szCs w:val="24"/>
        </w:rPr>
        <w:t>2</w:t>
      </w:r>
      <w:r w:rsidR="00F83B28" w:rsidRPr="00E33FD0">
        <w:rPr>
          <w:rFonts w:ascii="Corbel" w:hAnsi="Corbel"/>
          <w:smallCaps w:val="0"/>
          <w:szCs w:val="24"/>
        </w:rPr>
        <w:t>.</w:t>
      </w:r>
      <w:r w:rsidR="00F83B28" w:rsidRPr="00E33FD0">
        <w:rPr>
          <w:rFonts w:ascii="Corbel" w:hAnsi="Corbel"/>
          <w:smallCaps w:val="0"/>
          <w:szCs w:val="24"/>
        </w:rPr>
        <w:tab/>
      </w:r>
      <w:r w:rsidRPr="00E33FD0">
        <w:rPr>
          <w:rFonts w:ascii="Corbel" w:hAnsi="Corbel"/>
          <w:smallCaps w:val="0"/>
          <w:szCs w:val="24"/>
        </w:rPr>
        <w:t xml:space="preserve">Sposób realizacji zajęć  </w:t>
      </w:r>
    </w:p>
    <w:p w14:paraId="7FB7953D" w14:textId="74F4F342" w:rsidR="00972BA1" w:rsidRPr="00E33FD0" w:rsidRDefault="00972BA1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121E34B" w14:textId="77777777" w:rsidR="00E33FD0" w:rsidRPr="009A27B8" w:rsidRDefault="00E33FD0" w:rsidP="00E33FD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E61BD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E61BD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C1978CD" w14:textId="77777777" w:rsidR="00E33FD0" w:rsidRPr="009A27B8" w:rsidRDefault="00E33FD0" w:rsidP="00E33FD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4251898" w14:textId="77777777" w:rsidR="00E33FD0" w:rsidRPr="00E33FD0" w:rsidRDefault="00E33FD0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C21D402" w14:textId="77777777" w:rsidR="00E22FBC" w:rsidRPr="00E33FD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1.3 </w:t>
      </w:r>
      <w:r w:rsidR="00F83B28" w:rsidRPr="00E33FD0">
        <w:rPr>
          <w:rFonts w:ascii="Corbel" w:hAnsi="Corbel"/>
          <w:smallCaps w:val="0"/>
          <w:szCs w:val="24"/>
        </w:rPr>
        <w:tab/>
      </w:r>
      <w:r w:rsidRPr="00E33FD0">
        <w:rPr>
          <w:rFonts w:ascii="Corbel" w:hAnsi="Corbel"/>
          <w:smallCaps w:val="0"/>
          <w:szCs w:val="24"/>
        </w:rPr>
        <w:t>For</w:t>
      </w:r>
      <w:r w:rsidR="00445970" w:rsidRPr="00E33FD0">
        <w:rPr>
          <w:rFonts w:ascii="Corbel" w:hAnsi="Corbel"/>
          <w:smallCaps w:val="0"/>
          <w:szCs w:val="24"/>
        </w:rPr>
        <w:t xml:space="preserve">ma zaliczenia przedmiotu </w:t>
      </w:r>
      <w:r w:rsidRPr="00E33FD0">
        <w:rPr>
          <w:rFonts w:ascii="Corbel" w:hAnsi="Corbel"/>
          <w:smallCaps w:val="0"/>
          <w:szCs w:val="24"/>
        </w:rPr>
        <w:t xml:space="preserve"> (z toku) </w:t>
      </w:r>
      <w:r w:rsidRPr="00E33FD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Pr="00E33FD0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018FDC37" w:rsidR="00E960BB" w:rsidRPr="00E33FD0" w:rsidRDefault="00972BA1" w:rsidP="00972BA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33FD0">
        <w:rPr>
          <w:rFonts w:ascii="Corbel" w:hAnsi="Corbel"/>
          <w:b w:val="0"/>
          <w:smallCaps w:val="0"/>
          <w:szCs w:val="24"/>
        </w:rPr>
        <w:t xml:space="preserve">egzamin </w:t>
      </w:r>
    </w:p>
    <w:p w14:paraId="06FFD3DF" w14:textId="77777777" w:rsidR="00972BA1" w:rsidRPr="00E33FD0" w:rsidRDefault="00972BA1" w:rsidP="00972BA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07307EEF" w14:textId="77777777" w:rsidR="00E960BB" w:rsidRPr="00E33FD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33FD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33FD0" w14:paraId="003EB43F" w14:textId="77777777" w:rsidTr="00745302">
        <w:tc>
          <w:tcPr>
            <w:tcW w:w="9670" w:type="dxa"/>
          </w:tcPr>
          <w:p w14:paraId="20BFFC4C" w14:textId="3D301915" w:rsidR="0085747A" w:rsidRPr="00E33FD0" w:rsidRDefault="00972BA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rachunkowości, finansów oraz analizy finansowej.</w:t>
            </w:r>
          </w:p>
        </w:tc>
      </w:tr>
    </w:tbl>
    <w:p w14:paraId="0095970D" w14:textId="77777777" w:rsidR="00153C41" w:rsidRPr="00E33FD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93CEF85" w14:textId="77777777" w:rsidR="00E33FD0" w:rsidRDefault="00E33FD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352CF843" w:rsidR="0085747A" w:rsidRPr="00E33FD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33FD0">
        <w:rPr>
          <w:rFonts w:ascii="Corbel" w:hAnsi="Corbel"/>
          <w:szCs w:val="24"/>
        </w:rPr>
        <w:lastRenderedPageBreak/>
        <w:t>3.</w:t>
      </w:r>
      <w:r w:rsidR="00A84C85" w:rsidRPr="00E33FD0">
        <w:rPr>
          <w:rFonts w:ascii="Corbel" w:hAnsi="Corbel"/>
          <w:szCs w:val="24"/>
        </w:rPr>
        <w:t>cele, efekty uczenia się</w:t>
      </w:r>
      <w:r w:rsidR="0085747A" w:rsidRPr="00E33FD0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E33FD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 xml:space="preserve">3.1 </w:t>
      </w:r>
      <w:r w:rsidR="00C05F44" w:rsidRPr="00E33FD0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972BA1" w:rsidRPr="00E33FD0" w14:paraId="1D38D5E6" w14:textId="77777777" w:rsidTr="00972BA1">
        <w:tc>
          <w:tcPr>
            <w:tcW w:w="841" w:type="dxa"/>
            <w:vAlign w:val="center"/>
          </w:tcPr>
          <w:p w14:paraId="4B62A855" w14:textId="2AEB1171" w:rsidR="00972BA1" w:rsidRPr="00E33FD0" w:rsidRDefault="00972BA1" w:rsidP="00972B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22E09820" w14:textId="198E0D11" w:rsidR="00972BA1" w:rsidRPr="00E33FD0" w:rsidRDefault="00972BA1" w:rsidP="00972B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Zapoznanie z kluczowymi zagadnieniami z zakresu </w:t>
            </w:r>
            <w:r w:rsidR="00235F75" w:rsidRPr="00E33FD0">
              <w:rPr>
                <w:rFonts w:ascii="Corbel" w:hAnsi="Corbel"/>
                <w:b w:val="0"/>
                <w:sz w:val="24"/>
                <w:szCs w:val="24"/>
              </w:rPr>
              <w:t xml:space="preserve">nowoczesnych 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>rachunk</w:t>
            </w:r>
            <w:r w:rsidR="00235F75" w:rsidRPr="00E33FD0">
              <w:rPr>
                <w:rFonts w:ascii="Corbel" w:hAnsi="Corbel"/>
                <w:b w:val="0"/>
                <w:sz w:val="24"/>
                <w:szCs w:val="24"/>
              </w:rPr>
              <w:t>ów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 kosztów i zadaniami audytu finansowego. </w:t>
            </w:r>
          </w:p>
        </w:tc>
      </w:tr>
      <w:tr w:rsidR="00972BA1" w:rsidRPr="00E33FD0" w14:paraId="2547E272" w14:textId="77777777" w:rsidTr="00972BA1">
        <w:tc>
          <w:tcPr>
            <w:tcW w:w="841" w:type="dxa"/>
            <w:vAlign w:val="center"/>
          </w:tcPr>
          <w:p w14:paraId="28729CF7" w14:textId="4A6FA44C" w:rsidR="00972BA1" w:rsidRPr="00E33FD0" w:rsidRDefault="00972BA1" w:rsidP="00972BA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4FFC835A" w14:textId="0E8EBCC9" w:rsidR="00972BA1" w:rsidRPr="00E33FD0" w:rsidRDefault="00972BA1" w:rsidP="00972B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w zakresie obliczania kosztu wytworzenia z zastosowaniem zaawansowanych metod kalkulacyjnych oraz </w:t>
            </w:r>
            <w:r w:rsidR="00D51B2A" w:rsidRPr="00E33FD0">
              <w:rPr>
                <w:rFonts w:ascii="Corbel" w:hAnsi="Corbel"/>
                <w:b w:val="0"/>
                <w:sz w:val="24"/>
                <w:szCs w:val="24"/>
              </w:rPr>
              <w:t xml:space="preserve">przeprowadzania 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>analizy kosztów</w:t>
            </w:r>
            <w:r w:rsidR="00E81743" w:rsidRPr="00E33FD0">
              <w:rPr>
                <w:rFonts w:ascii="Corbel" w:hAnsi="Corbel"/>
                <w:b w:val="0"/>
                <w:sz w:val="24"/>
                <w:szCs w:val="24"/>
              </w:rPr>
              <w:t xml:space="preserve"> i przychodów oraz wyniku finansowego. </w:t>
            </w:r>
          </w:p>
        </w:tc>
      </w:tr>
      <w:tr w:rsidR="00972BA1" w:rsidRPr="00E33FD0" w14:paraId="0DF48945" w14:textId="77777777" w:rsidTr="00972BA1">
        <w:tc>
          <w:tcPr>
            <w:tcW w:w="841" w:type="dxa"/>
            <w:vAlign w:val="center"/>
          </w:tcPr>
          <w:p w14:paraId="51C70595" w14:textId="46F22C39" w:rsidR="00972BA1" w:rsidRPr="00E33FD0" w:rsidRDefault="00972BA1" w:rsidP="00972B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color w:val="00000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5B2DFA9F" w14:textId="46965792" w:rsidR="00972BA1" w:rsidRPr="00E33FD0" w:rsidRDefault="00972BA1" w:rsidP="00972B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Motywowanie do przyjmowania aktywnej</w:t>
            </w:r>
            <w:r w:rsidR="00E81743" w:rsidRPr="00E33FD0">
              <w:rPr>
                <w:rFonts w:ascii="Corbel" w:hAnsi="Corbel"/>
                <w:b w:val="0"/>
                <w:sz w:val="24"/>
                <w:szCs w:val="24"/>
              </w:rPr>
              <w:t xml:space="preserve">, obiektywnej 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postawy w zakresie </w:t>
            </w:r>
            <w:r w:rsidR="00D51B2A" w:rsidRPr="00E33FD0">
              <w:rPr>
                <w:rFonts w:ascii="Corbel" w:hAnsi="Corbel"/>
                <w:b w:val="0"/>
                <w:sz w:val="24"/>
                <w:szCs w:val="24"/>
              </w:rPr>
              <w:t>oceny wyników działalności przedsiębiorstwa</w:t>
            </w:r>
            <w:r w:rsidR="00E81743" w:rsidRPr="00E33FD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942D7EE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E33FD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b/>
          <w:sz w:val="24"/>
          <w:szCs w:val="24"/>
        </w:rPr>
        <w:t xml:space="preserve">3.2 </w:t>
      </w:r>
      <w:r w:rsidR="001D7B54" w:rsidRPr="00E33FD0">
        <w:rPr>
          <w:rFonts w:ascii="Corbel" w:hAnsi="Corbel"/>
          <w:b/>
          <w:sz w:val="24"/>
          <w:szCs w:val="24"/>
        </w:rPr>
        <w:t xml:space="preserve">Efekty </w:t>
      </w:r>
      <w:r w:rsidR="00C05F44" w:rsidRPr="00E33FD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33FD0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E33FD0" w14:paraId="4989DCBB" w14:textId="77777777" w:rsidTr="00972BA1">
        <w:tc>
          <w:tcPr>
            <w:tcW w:w="1681" w:type="dxa"/>
            <w:vAlign w:val="center"/>
          </w:tcPr>
          <w:p w14:paraId="6B99B7C4" w14:textId="77777777" w:rsidR="0085747A" w:rsidRPr="00E33FD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33FD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33FD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E33FD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E33FD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33FD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72BA1" w:rsidRPr="00E33FD0" w14:paraId="2FAE894A" w14:textId="77777777" w:rsidTr="00972BA1">
        <w:tc>
          <w:tcPr>
            <w:tcW w:w="1681" w:type="dxa"/>
          </w:tcPr>
          <w:p w14:paraId="48E5C6E7" w14:textId="05628927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3F0E882E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Rozumie zasady ewidencjonowania, rozliczania i analizowania kosztów według różnych kryteriów decyzyjnych, kontrolnych, zarządczych. </w:t>
            </w:r>
          </w:p>
        </w:tc>
        <w:tc>
          <w:tcPr>
            <w:tcW w:w="1865" w:type="dxa"/>
          </w:tcPr>
          <w:p w14:paraId="63B00879" w14:textId="77777777" w:rsidR="00972BA1" w:rsidRPr="00E33FD0" w:rsidRDefault="00972BA1" w:rsidP="00972BA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33FD0">
              <w:rPr>
                <w:rFonts w:ascii="Corbel" w:hAnsi="Corbel" w:cs="Times New Roman"/>
                <w:color w:val="auto"/>
              </w:rPr>
              <w:t>K_W01</w:t>
            </w:r>
          </w:p>
          <w:p w14:paraId="208BD672" w14:textId="7341E73D" w:rsidR="00972BA1" w:rsidRPr="00E33FD0" w:rsidRDefault="00972BA1" w:rsidP="00972B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zCs w:val="24"/>
              </w:rPr>
              <w:t>K_W05</w:t>
            </w:r>
          </w:p>
        </w:tc>
      </w:tr>
      <w:tr w:rsidR="00972BA1" w:rsidRPr="00E33FD0" w14:paraId="6C268B41" w14:textId="77777777" w:rsidTr="00972BA1">
        <w:tc>
          <w:tcPr>
            <w:tcW w:w="1681" w:type="dxa"/>
          </w:tcPr>
          <w:p w14:paraId="378EFE1B" w14:textId="425114D5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3B72DAD" w14:textId="3D77E105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Dokonuje wyceny produktów </w:t>
            </w:r>
            <w:r w:rsidR="00E81743"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i usług 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przy zastosowaniu zawansowanych metod kalkulacyjnych.  Analizuje wpływ kosztów na wyniki finansowe przedsiębiorstw i zapasy w różnych ujęciach modelowych.  </w:t>
            </w:r>
          </w:p>
        </w:tc>
        <w:tc>
          <w:tcPr>
            <w:tcW w:w="1865" w:type="dxa"/>
          </w:tcPr>
          <w:p w14:paraId="794877E9" w14:textId="77777777" w:rsidR="00972BA1" w:rsidRPr="00E33FD0" w:rsidRDefault="00972BA1" w:rsidP="00972BA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33FD0">
              <w:rPr>
                <w:rFonts w:ascii="Corbel" w:hAnsi="Corbel" w:cs="Times New Roman"/>
                <w:color w:val="auto"/>
              </w:rPr>
              <w:t>K_U04</w:t>
            </w:r>
          </w:p>
          <w:p w14:paraId="6C2D0F37" w14:textId="77777777" w:rsidR="00972BA1" w:rsidRPr="00E33FD0" w:rsidRDefault="00972BA1" w:rsidP="00972BA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33FD0">
              <w:rPr>
                <w:rFonts w:ascii="Corbel" w:hAnsi="Corbel" w:cs="Times New Roman"/>
                <w:color w:val="auto"/>
              </w:rPr>
              <w:t>K_U07</w:t>
            </w:r>
          </w:p>
          <w:p w14:paraId="255FED7D" w14:textId="17ADAEA3" w:rsidR="00972BA1" w:rsidRPr="00E33FD0" w:rsidRDefault="00972BA1" w:rsidP="00972B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zCs w:val="24"/>
              </w:rPr>
              <w:t>K_U09</w:t>
            </w:r>
          </w:p>
        </w:tc>
      </w:tr>
      <w:tr w:rsidR="00972BA1" w:rsidRPr="00E33FD0" w14:paraId="48B116A6" w14:textId="77777777" w:rsidTr="00972BA1">
        <w:tc>
          <w:tcPr>
            <w:tcW w:w="1681" w:type="dxa"/>
          </w:tcPr>
          <w:p w14:paraId="55D5A65C" w14:textId="7D116E37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05C0665" w14:textId="0DBA16BA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Rozumie istotę audytu finansowego i jego </w:t>
            </w:r>
            <w:r w:rsidR="00E81743" w:rsidRPr="00E33FD0">
              <w:rPr>
                <w:rFonts w:ascii="Corbel" w:hAnsi="Corbel"/>
                <w:b w:val="0"/>
                <w:smallCaps w:val="0"/>
                <w:szCs w:val="24"/>
              </w:rPr>
              <w:t>miejsce w systemie rachunkowości.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</w:tc>
        <w:tc>
          <w:tcPr>
            <w:tcW w:w="1865" w:type="dxa"/>
          </w:tcPr>
          <w:p w14:paraId="3ADF2C84" w14:textId="77777777" w:rsidR="00972BA1" w:rsidRPr="00E33FD0" w:rsidRDefault="00972BA1" w:rsidP="00972B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56E048A" w14:textId="1EBB94BA" w:rsidR="00972BA1" w:rsidRPr="00E33FD0" w:rsidRDefault="00972BA1" w:rsidP="00972B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zCs w:val="24"/>
              </w:rPr>
              <w:t>K_W11</w:t>
            </w:r>
          </w:p>
        </w:tc>
      </w:tr>
      <w:tr w:rsidR="00972BA1" w:rsidRPr="00E33FD0" w14:paraId="32BADA47" w14:textId="77777777" w:rsidTr="00972BA1">
        <w:tc>
          <w:tcPr>
            <w:tcW w:w="1681" w:type="dxa"/>
          </w:tcPr>
          <w:p w14:paraId="4CBEB17A" w14:textId="1D457612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4AAB609F" w14:textId="7ED861EE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Ma świadomość roli audytu </w:t>
            </w:r>
            <w:r w:rsidR="00E81743"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finansowego w podnoszeniu 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efektywności prowadzonej działalności gospodarcze</w:t>
            </w:r>
            <w:r w:rsidR="007E5B6A" w:rsidRPr="00E33FD0">
              <w:rPr>
                <w:rFonts w:ascii="Corbel" w:hAnsi="Corbel"/>
                <w:b w:val="0"/>
                <w:smallCaps w:val="0"/>
                <w:szCs w:val="24"/>
              </w:rPr>
              <w:t>j oraz gotów jest do przestrzegania zasad etyki zawodowej</w:t>
            </w:r>
            <w:r w:rsidR="007E5B6A" w:rsidRPr="00E33FD0">
              <w:rPr>
                <w:rFonts w:ascii="Corbel" w:hAnsi="Corbel"/>
                <w:b w:val="0"/>
                <w:szCs w:val="24"/>
              </w:rPr>
              <w:t>.</w:t>
            </w:r>
          </w:p>
        </w:tc>
        <w:tc>
          <w:tcPr>
            <w:tcW w:w="1865" w:type="dxa"/>
          </w:tcPr>
          <w:p w14:paraId="2BA6A2A8" w14:textId="66F257D2" w:rsidR="00972BA1" w:rsidRPr="00E33FD0" w:rsidRDefault="00972BA1" w:rsidP="00972B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7E5B6A" w:rsidRPr="00E33FD0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</w:tbl>
    <w:p w14:paraId="4554A810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E33FD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33FD0">
        <w:rPr>
          <w:rFonts w:ascii="Corbel" w:hAnsi="Corbel"/>
          <w:b/>
          <w:sz w:val="24"/>
          <w:szCs w:val="24"/>
        </w:rPr>
        <w:t>3.3</w:t>
      </w:r>
      <w:r w:rsidR="0085747A" w:rsidRPr="00E33FD0">
        <w:rPr>
          <w:rFonts w:ascii="Corbel" w:hAnsi="Corbel"/>
          <w:b/>
          <w:sz w:val="24"/>
          <w:szCs w:val="24"/>
        </w:rPr>
        <w:t>T</w:t>
      </w:r>
      <w:r w:rsidR="001D7B54" w:rsidRPr="00E33FD0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E33FD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33FD0" w14:paraId="2F84004D" w14:textId="77777777" w:rsidTr="00972BA1">
        <w:tc>
          <w:tcPr>
            <w:tcW w:w="9520" w:type="dxa"/>
          </w:tcPr>
          <w:p w14:paraId="24ECE7C4" w14:textId="77777777" w:rsidR="0085747A" w:rsidRPr="00E33FD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72BA1" w:rsidRPr="00E33FD0" w14:paraId="5532AAAA" w14:textId="77777777" w:rsidTr="00972BA1">
        <w:tc>
          <w:tcPr>
            <w:tcW w:w="9520" w:type="dxa"/>
          </w:tcPr>
          <w:p w14:paraId="760C695A" w14:textId="09031293" w:rsidR="00972BA1" w:rsidRPr="00E33FD0" w:rsidRDefault="00972BA1" w:rsidP="00972BA1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Rachunek kosztów</w:t>
            </w:r>
            <w:r w:rsidR="00AE7A95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 – zróżnicowanie modelowe, zastosowani</w:t>
            </w:r>
            <w:r w:rsidR="00004671" w:rsidRPr="00E33FD0">
              <w:rPr>
                <w:rFonts w:ascii="Corbel" w:hAnsi="Corbel"/>
                <w:color w:val="000000"/>
                <w:sz w:val="24"/>
                <w:szCs w:val="24"/>
              </w:rPr>
              <w:t>a</w:t>
            </w:r>
            <w:r w:rsidR="00AE7A95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, zalety i wady poszczególnych modeli. 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Klasyfikacja oraz zasady ewidencji i rozliczania kosztów</w:t>
            </w:r>
            <w:r w:rsidR="00AE7A95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, rozliczenia międzyokresowe czynne i bierne. Księgowe ustalanie wyniku finansowego w wariancie kalkulacyjnym i porównawczym, rachunek zysków i strat. </w:t>
            </w:r>
          </w:p>
        </w:tc>
      </w:tr>
      <w:tr w:rsidR="00972BA1" w:rsidRPr="00E33FD0" w14:paraId="4788CBD5" w14:textId="77777777" w:rsidTr="00972BA1">
        <w:tc>
          <w:tcPr>
            <w:tcW w:w="9520" w:type="dxa"/>
          </w:tcPr>
          <w:p w14:paraId="211BEE11" w14:textId="05D52DDC" w:rsidR="00972BA1" w:rsidRPr="00E33FD0" w:rsidRDefault="00972BA1" w:rsidP="00972BA1">
            <w:pPr>
              <w:pStyle w:val="Akapitzlist"/>
              <w:tabs>
                <w:tab w:val="center" w:pos="4711"/>
              </w:tabs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Rachunek kalkulacyjny kosztów. Kalkulacja kosztów jednostkowych w rachunku kosztów pełnych i w rachunku kosztów zmiennych. Kalkulacja podziałowa</w:t>
            </w:r>
            <w:r w:rsidR="00AE7A95" w:rsidRPr="00E33FD0">
              <w:rPr>
                <w:rFonts w:ascii="Corbel" w:hAnsi="Corbel"/>
                <w:color w:val="000000"/>
                <w:sz w:val="24"/>
                <w:szCs w:val="24"/>
              </w:rPr>
              <w:t>: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 prosta, współczynnikowa, odjemna i procesowa. Kalkulacja doliczeniowa – zleceniowa i asortymentowa.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ab/>
              <w:t xml:space="preserve"> </w:t>
            </w:r>
          </w:p>
        </w:tc>
      </w:tr>
      <w:tr w:rsidR="00972BA1" w:rsidRPr="00E33FD0" w14:paraId="784B9BF0" w14:textId="77777777" w:rsidTr="00972BA1">
        <w:tc>
          <w:tcPr>
            <w:tcW w:w="9520" w:type="dxa"/>
          </w:tcPr>
          <w:p w14:paraId="4FC29E9C" w14:textId="6CA2DACF" w:rsidR="00972BA1" w:rsidRPr="00E33FD0" w:rsidRDefault="00972BA1" w:rsidP="00972BA1">
            <w:pPr>
              <w:pStyle w:val="Podpunkty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color w:val="000000"/>
                <w:sz w:val="24"/>
                <w:szCs w:val="24"/>
              </w:rPr>
              <w:t>Nowoczesne modele rachunku kosztów. Rachunek kosztów działań</w:t>
            </w:r>
            <w:r w:rsidR="00AE7A95" w:rsidRPr="00E33FD0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(ABC) – założenia modelu, id</w:t>
            </w:r>
            <w:r w:rsidRPr="00E33FD0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entyfikacja działań i nośników kosztów. Kalkulacja kosztów </w:t>
            </w:r>
            <w:r w:rsidR="00AE7A95" w:rsidRPr="00E33FD0">
              <w:rPr>
                <w:rFonts w:ascii="Corbel" w:hAnsi="Corbel"/>
                <w:b w:val="0"/>
                <w:color w:val="000000"/>
                <w:sz w:val="24"/>
                <w:szCs w:val="24"/>
              </w:rPr>
              <w:t>jednostkowych w rachunku ABC.</w:t>
            </w:r>
            <w:r w:rsidRPr="00E33FD0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Rachunek kosztów działań sterowany czasem</w:t>
            </w:r>
            <w:r w:rsidR="00AE7A95" w:rsidRPr="00E33FD0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(</w:t>
            </w:r>
            <w:proofErr w:type="spellStart"/>
            <w:r w:rsidR="00AE7A95" w:rsidRPr="00E33FD0">
              <w:rPr>
                <w:rFonts w:ascii="Corbel" w:hAnsi="Corbel"/>
                <w:b w:val="0"/>
                <w:color w:val="000000"/>
                <w:sz w:val="24"/>
                <w:szCs w:val="24"/>
              </w:rPr>
              <w:t>TD</w:t>
            </w:r>
            <w:proofErr w:type="spellEnd"/>
            <w:r w:rsidR="00AE7A95" w:rsidRPr="00E33FD0">
              <w:rPr>
                <w:rFonts w:ascii="Corbel" w:hAnsi="Corbel"/>
                <w:b w:val="0"/>
                <w:color w:val="000000"/>
                <w:sz w:val="24"/>
                <w:szCs w:val="24"/>
              </w:rPr>
              <w:t>-ABC)</w:t>
            </w:r>
            <w:r w:rsidR="00004671" w:rsidRPr="00E33FD0">
              <w:rPr>
                <w:rFonts w:ascii="Corbel" w:hAnsi="Corbel"/>
                <w:b w:val="0"/>
                <w:color w:val="000000"/>
                <w:sz w:val="24"/>
                <w:szCs w:val="24"/>
              </w:rPr>
              <w:t>.</w:t>
            </w:r>
          </w:p>
        </w:tc>
      </w:tr>
      <w:tr w:rsidR="00AE7A95" w:rsidRPr="00E33FD0" w14:paraId="6B7379EE" w14:textId="77777777" w:rsidTr="00971566">
        <w:tc>
          <w:tcPr>
            <w:tcW w:w="9520" w:type="dxa"/>
          </w:tcPr>
          <w:p w14:paraId="104969FB" w14:textId="4DE081C2" w:rsidR="00AE7A95" w:rsidRPr="00E33FD0" w:rsidRDefault="00AE7A95" w:rsidP="0097156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Rozwinięta analiza kosztów. Prezentacja kosztów w rachunku zysków i strat – analiza dynamiki i struktury kosztów, przychodów oraz wyniku finansowego, analiza wskaźnikowa kosztów, interpretacja wyników.</w:t>
            </w:r>
          </w:p>
        </w:tc>
      </w:tr>
      <w:tr w:rsidR="00972BA1" w:rsidRPr="00E33FD0" w14:paraId="4AE4DDAB" w14:textId="77777777" w:rsidTr="00972BA1">
        <w:tc>
          <w:tcPr>
            <w:tcW w:w="9520" w:type="dxa"/>
          </w:tcPr>
          <w:p w14:paraId="13CA1719" w14:textId="5B86F5AA" w:rsidR="00972BA1" w:rsidRPr="00E33FD0" w:rsidRDefault="00972BA1" w:rsidP="00004671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Audyt finansowy w przedsiębiorstwie</w:t>
            </w:r>
            <w:r w:rsidR="00AE7A95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="002B2CE2" w:rsidRPr="00E33FD0">
              <w:rPr>
                <w:rFonts w:ascii="Corbel" w:hAnsi="Corbel"/>
                <w:color w:val="000000"/>
                <w:sz w:val="24"/>
                <w:szCs w:val="24"/>
              </w:rPr>
              <w:t>Audyt finansowy a rewizja finansowa. Regulacje prawne, standardy, instytucje</w:t>
            </w:r>
            <w:r w:rsidR="00004671" w:rsidRPr="00E33FD0">
              <w:rPr>
                <w:rFonts w:ascii="Corbel" w:hAnsi="Corbel"/>
                <w:color w:val="000000"/>
                <w:sz w:val="24"/>
                <w:szCs w:val="24"/>
              </w:rPr>
              <w:t>, b</w:t>
            </w:r>
            <w:r w:rsidR="002B2CE2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iegły rewident, firma audytorska, Polska Izba Biegłych Rewidentów, Polska Agencja Nadzoru Audytowego. </w:t>
            </w:r>
          </w:p>
        </w:tc>
      </w:tr>
      <w:tr w:rsidR="002B2CE2" w:rsidRPr="00E33FD0" w14:paraId="3050B5AF" w14:textId="77777777" w:rsidTr="00972BA1">
        <w:tc>
          <w:tcPr>
            <w:tcW w:w="9520" w:type="dxa"/>
          </w:tcPr>
          <w:p w14:paraId="2A3E3A56" w14:textId="12677907" w:rsidR="002B2CE2" w:rsidRPr="00E33FD0" w:rsidRDefault="002B2CE2" w:rsidP="00004671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Cel, zakres i zasady badania sprawozdań finansowych</w:t>
            </w:r>
            <w:r w:rsidR="00004671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Organizacja i przebieg procesu badania sprawozdania finansowego</w:t>
            </w:r>
            <w:r w:rsidR="00004671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Istotność i ryzyko w procesie badania sprawozdania finansowego</w:t>
            </w:r>
            <w:r w:rsidR="00004671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Sprawozdanie z badania</w:t>
            </w:r>
            <w:r w:rsidR="00004671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Zasady etyki zawodowej oraz odpowiedzialność dyscyplinarna biegłych rewidentów</w:t>
            </w:r>
            <w:r w:rsidR="00004671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Motywy, obszary i metody fałszowania sprawozdań finansowych, manipulacje danymi, nadużycia księgowe, oszustwa księgowe, kreatywna rachunkowość, agresywna rachunkowość</w:t>
            </w:r>
            <w:r w:rsidR="00004671" w:rsidRPr="00E33FD0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972BA1" w:rsidRPr="00E33FD0" w14:paraId="551073A5" w14:textId="77777777" w:rsidTr="00972BA1">
        <w:tc>
          <w:tcPr>
            <w:tcW w:w="9520" w:type="dxa"/>
          </w:tcPr>
          <w:p w14:paraId="4918BCD1" w14:textId="27D3AFA3" w:rsidR="00972BA1" w:rsidRPr="00E33FD0" w:rsidRDefault="00972BA1" w:rsidP="00972BA1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Audyt finansowy a ryzyko i niepewność w działalności gospodarczej. Zagrożenie kontynuacji działalności oraz metody predykcji ryzyka finansowego. </w:t>
            </w:r>
          </w:p>
        </w:tc>
      </w:tr>
    </w:tbl>
    <w:p w14:paraId="733152FC" w14:textId="77777777" w:rsidR="0085747A" w:rsidRPr="00E33FD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E33FD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33FD0">
        <w:rPr>
          <w:rFonts w:ascii="Corbel" w:hAnsi="Corbel"/>
          <w:sz w:val="24"/>
          <w:szCs w:val="24"/>
        </w:rPr>
        <w:t xml:space="preserve">, </w:t>
      </w:r>
      <w:r w:rsidRPr="00E33FD0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33FD0" w14:paraId="2F5B3963" w14:textId="77777777" w:rsidTr="007048FB">
        <w:tc>
          <w:tcPr>
            <w:tcW w:w="9520" w:type="dxa"/>
          </w:tcPr>
          <w:p w14:paraId="00ED6C2A" w14:textId="77777777" w:rsidR="0085747A" w:rsidRPr="00E33FD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048FB" w:rsidRPr="00E33FD0" w14:paraId="1C230FF5" w14:textId="77777777" w:rsidTr="007048FB">
        <w:tc>
          <w:tcPr>
            <w:tcW w:w="9520" w:type="dxa"/>
          </w:tcPr>
          <w:p w14:paraId="59B5524C" w14:textId="0360CEA0" w:rsidR="007048FB" w:rsidRPr="00E33FD0" w:rsidRDefault="00235F75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Klasyfikacja oraz zasady ewidencji i rozliczania kosztów, rozliczenia międzyokresowe czynne i bierne. Księgowe ustalanie wyniku finansowego w wariancie kalkulacyjnym i porównawczym, rachunek zysków i strat.</w:t>
            </w:r>
          </w:p>
        </w:tc>
      </w:tr>
      <w:tr w:rsidR="00235F75" w:rsidRPr="00E33FD0" w14:paraId="724B47D3" w14:textId="77777777" w:rsidTr="007048FB">
        <w:tc>
          <w:tcPr>
            <w:tcW w:w="9520" w:type="dxa"/>
          </w:tcPr>
          <w:p w14:paraId="553F23BF" w14:textId="4B8CBFE1" w:rsidR="00235F75" w:rsidRPr="00E33FD0" w:rsidRDefault="00235F75" w:rsidP="00235F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Rachunek kalkulacyjny kosztów. Kalkulacja kosztów jednostkowych w rachunku kosztów pełnych i w rachunku kosztów zmiennych. Kalkulacja podziałowa: prosta, współczynnikowa, odjemna i procesowa. Kalkulacja doliczeniowa – zleceniowa i asortymentowa.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ab/>
              <w:t xml:space="preserve"> </w:t>
            </w:r>
          </w:p>
        </w:tc>
      </w:tr>
      <w:tr w:rsidR="00235F75" w:rsidRPr="00E33FD0" w14:paraId="2BA525EF" w14:textId="77777777" w:rsidTr="007048FB">
        <w:tc>
          <w:tcPr>
            <w:tcW w:w="9520" w:type="dxa"/>
          </w:tcPr>
          <w:p w14:paraId="7EEED66E" w14:textId="365602BC" w:rsidR="00235F75" w:rsidRPr="00E33FD0" w:rsidRDefault="00235F75" w:rsidP="00235F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Zastosowanie nowoczesnych modeli kosztów w optymalizacji wyników firm – identyfikacja, pomiar i kalkulacja koszów produktów w rachunku kosztów działań.</w:t>
            </w:r>
          </w:p>
        </w:tc>
      </w:tr>
      <w:tr w:rsidR="00235F75" w:rsidRPr="00E33FD0" w14:paraId="44D3D971" w14:textId="77777777" w:rsidTr="007048FB">
        <w:tc>
          <w:tcPr>
            <w:tcW w:w="9520" w:type="dxa"/>
          </w:tcPr>
          <w:p w14:paraId="795ECC63" w14:textId="10A91547" w:rsidR="00235F75" w:rsidRPr="00E33FD0" w:rsidRDefault="00235F75" w:rsidP="00235F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Audyt finansowy a ryzyko i niepewność w działalności gospodarczej. Zagrożenie kontynuacji działalności oraz metody predykcji ryzyka finansowego – </w:t>
            </w:r>
            <w:proofErr w:type="spellStart"/>
            <w:r w:rsidRPr="00E33FD0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case</w:t>
            </w:r>
            <w:proofErr w:type="spellEnd"/>
            <w:r w:rsidRPr="00E33FD0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3FD0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studies</w:t>
            </w:r>
            <w:proofErr w:type="spellEnd"/>
            <w:r w:rsidRPr="00E33FD0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.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</w:p>
        </w:tc>
      </w:tr>
    </w:tbl>
    <w:p w14:paraId="0313640A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E33FD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2096DE" w14:textId="1AC093BC" w:rsidR="007048FB" w:rsidRPr="00E33FD0" w:rsidRDefault="007048FB" w:rsidP="007048F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33FD0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3748815D" w14:textId="3DF7C1BF" w:rsidR="007048FB" w:rsidRPr="00E33FD0" w:rsidRDefault="007048FB" w:rsidP="007048F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E33FD0">
        <w:rPr>
          <w:rFonts w:ascii="Corbel" w:hAnsi="Corbel"/>
          <w:b w:val="0"/>
          <w:smallCaps w:val="0"/>
          <w:color w:val="000000"/>
          <w:szCs w:val="24"/>
        </w:rPr>
        <w:t>Ćwiczenia: analiza i interpretacja danych finansowych i raportów audytu,</w:t>
      </w:r>
      <w:r w:rsidRPr="00E33FD0">
        <w:rPr>
          <w:rFonts w:ascii="Corbel" w:hAnsi="Corbel"/>
          <w:b w:val="0"/>
          <w:smallCaps w:val="0"/>
          <w:szCs w:val="24"/>
        </w:rPr>
        <w:t xml:space="preserve"> studia przypadków</w:t>
      </w:r>
      <w:r w:rsidRPr="00E33FD0">
        <w:rPr>
          <w:rFonts w:ascii="Corbel" w:hAnsi="Corbel"/>
          <w:b w:val="0"/>
          <w:i/>
          <w:smallCaps w:val="0"/>
          <w:szCs w:val="24"/>
        </w:rPr>
        <w:t xml:space="preserve">, </w:t>
      </w:r>
      <w:r w:rsidRPr="00E33FD0">
        <w:rPr>
          <w:rFonts w:ascii="Corbel" w:hAnsi="Corbel"/>
          <w:b w:val="0"/>
          <w:smallCaps w:val="0"/>
          <w:color w:val="000000"/>
          <w:szCs w:val="24"/>
        </w:rPr>
        <w:t xml:space="preserve">rozwiązywanie zadań, </w:t>
      </w:r>
      <w:r w:rsidRPr="00E33FD0">
        <w:rPr>
          <w:rFonts w:ascii="Corbel" w:hAnsi="Corbel"/>
          <w:b w:val="0"/>
          <w:smallCaps w:val="0"/>
          <w:szCs w:val="24"/>
        </w:rPr>
        <w:t>praca zespołowa.</w:t>
      </w:r>
    </w:p>
    <w:p w14:paraId="602F9744" w14:textId="77777777" w:rsidR="00E960BB" w:rsidRPr="00E33FD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E33FD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4. </w:t>
      </w:r>
      <w:r w:rsidR="0085747A" w:rsidRPr="00E33FD0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E33FD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E33FD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33FD0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33FD0" w14:paraId="1537DE26" w14:textId="77777777" w:rsidTr="007048FB">
        <w:tc>
          <w:tcPr>
            <w:tcW w:w="1962" w:type="dxa"/>
            <w:vAlign w:val="center"/>
          </w:tcPr>
          <w:p w14:paraId="50E71C51" w14:textId="77777777" w:rsidR="0085747A" w:rsidRPr="00E33FD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E33FD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E33FD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E33FD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E33FD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33FD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33FD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048FB" w:rsidRPr="00E33FD0" w14:paraId="5FC256E6" w14:textId="77777777" w:rsidTr="007048FB">
        <w:tc>
          <w:tcPr>
            <w:tcW w:w="1962" w:type="dxa"/>
          </w:tcPr>
          <w:p w14:paraId="1B521E17" w14:textId="468457C3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38591A5E" w14:textId="50ED7414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przygotowanie i prezentacja projektu, egzamin pisemny</w:t>
            </w:r>
          </w:p>
        </w:tc>
        <w:tc>
          <w:tcPr>
            <w:tcW w:w="2117" w:type="dxa"/>
          </w:tcPr>
          <w:p w14:paraId="4D5562F6" w14:textId="321F4AD1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7048FB" w:rsidRPr="00E33FD0" w14:paraId="78E59CD0" w14:textId="77777777" w:rsidTr="007048FB">
        <w:tc>
          <w:tcPr>
            <w:tcW w:w="1962" w:type="dxa"/>
          </w:tcPr>
          <w:p w14:paraId="38B5F7EE" w14:textId="7586036C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37F54106" w14:textId="02F159F2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przygotowanie i prezentacja projektu, egzamin pisemny</w:t>
            </w:r>
          </w:p>
        </w:tc>
        <w:tc>
          <w:tcPr>
            <w:tcW w:w="2117" w:type="dxa"/>
          </w:tcPr>
          <w:p w14:paraId="56CC5BAB" w14:textId="3B85FADB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7048FB" w:rsidRPr="00E33FD0" w14:paraId="747B2681" w14:textId="77777777" w:rsidTr="007048FB">
        <w:tc>
          <w:tcPr>
            <w:tcW w:w="1962" w:type="dxa"/>
          </w:tcPr>
          <w:p w14:paraId="457A43F1" w14:textId="1DF56473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E8D46D2" w14:textId="29F968D7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przygotowanie i prezentacja projektu, egzamin pisemny</w:t>
            </w:r>
          </w:p>
        </w:tc>
        <w:tc>
          <w:tcPr>
            <w:tcW w:w="2117" w:type="dxa"/>
          </w:tcPr>
          <w:p w14:paraId="0CE2D111" w14:textId="34AA925F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7048FB" w:rsidRPr="00E33FD0" w14:paraId="2D84DE03" w14:textId="77777777" w:rsidTr="007048FB">
        <w:tc>
          <w:tcPr>
            <w:tcW w:w="1962" w:type="dxa"/>
          </w:tcPr>
          <w:p w14:paraId="3D8CA619" w14:textId="0EBE0B13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7CCE02D" w14:textId="2BBB9319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9C1090B" w14:textId="5606EC97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E33FD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AA0763" w14:textId="77777777" w:rsidR="00E81743" w:rsidRPr="00E33FD0" w:rsidRDefault="00E81743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B4EB1F4" w14:textId="77777777" w:rsidR="00E81743" w:rsidRPr="00E33FD0" w:rsidRDefault="00E81743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E7A1229" w14:textId="69EA4464" w:rsidR="0085747A" w:rsidRPr="00E33FD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E33FD0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E33FD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33FD0" w14:paraId="442B12DD" w14:textId="77777777" w:rsidTr="00923D7D">
        <w:tc>
          <w:tcPr>
            <w:tcW w:w="9670" w:type="dxa"/>
          </w:tcPr>
          <w:p w14:paraId="32F52F3C" w14:textId="77777777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Ćwiczenia – przygotowanie i prezentacja projektu. </w:t>
            </w:r>
          </w:p>
          <w:p w14:paraId="688D65BA" w14:textId="14B2185B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Wykład – egzamin pisemny składający się z części teoretycznej (test) i praktycznej (zadania).</w:t>
            </w:r>
          </w:p>
          <w:p w14:paraId="54225531" w14:textId="62BF54C8" w:rsidR="0085747A" w:rsidRPr="00E33FD0" w:rsidRDefault="007048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Ocena 3,0 wymaga uzyskania 51% maksymalnej ilości punktów przypisanych przez prowadzących zajęcia do poszczególnych działań składających się na zaliczenie.</w:t>
            </w:r>
          </w:p>
        </w:tc>
      </w:tr>
    </w:tbl>
    <w:p w14:paraId="437F8EDD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66F1313"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33FD0">
        <w:rPr>
          <w:rFonts w:ascii="Corbel" w:hAnsi="Corbel"/>
          <w:b/>
          <w:sz w:val="24"/>
          <w:szCs w:val="24"/>
        </w:rPr>
        <w:t xml:space="preserve">5. </w:t>
      </w:r>
      <w:r w:rsidR="00C61DC5" w:rsidRPr="00E33FD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E33FD0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E33FD0">
        <w:rPr>
          <w:rFonts w:ascii="Corbel" w:hAnsi="Corbel"/>
          <w:b/>
          <w:sz w:val="24"/>
          <w:szCs w:val="24"/>
        </w:rPr>
        <w:t xml:space="preserve"> </w:t>
      </w:r>
    </w:p>
    <w:p w14:paraId="1E3BA8A8" w14:textId="77777777" w:rsidR="00E33FD0" w:rsidRPr="00E33FD0" w:rsidRDefault="00E33FD0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E33FD0" w14:paraId="239F5ABA" w14:textId="77777777" w:rsidTr="007048FB">
        <w:tc>
          <w:tcPr>
            <w:tcW w:w="4902" w:type="dxa"/>
            <w:vAlign w:val="center"/>
          </w:tcPr>
          <w:p w14:paraId="366108B2" w14:textId="77777777" w:rsidR="0085747A" w:rsidRPr="00E33FD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33FD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33FD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E33FD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33FD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E33FD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7048FB" w:rsidRPr="00E33FD0" w14:paraId="41D7342E" w14:textId="77777777" w:rsidTr="007048FB">
        <w:tc>
          <w:tcPr>
            <w:tcW w:w="4902" w:type="dxa"/>
          </w:tcPr>
          <w:p w14:paraId="336857A1" w14:textId="77777777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44F68EF5" w14:textId="3BA9C408" w:rsidR="007048FB" w:rsidRPr="00E33FD0" w:rsidRDefault="00DD5FDE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7048FB" w:rsidRPr="00E33FD0" w14:paraId="14748C99" w14:textId="77777777" w:rsidTr="007048FB">
        <w:tc>
          <w:tcPr>
            <w:tcW w:w="4902" w:type="dxa"/>
          </w:tcPr>
          <w:p w14:paraId="77F9A71E" w14:textId="77777777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52AE371B" w:rsidR="007048FB" w:rsidRPr="00E33FD0" w:rsidRDefault="007048FB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7048FB" w:rsidRPr="00E33FD0" w14:paraId="41367D30" w14:textId="77777777" w:rsidTr="007048FB">
        <w:tc>
          <w:tcPr>
            <w:tcW w:w="4902" w:type="dxa"/>
          </w:tcPr>
          <w:p w14:paraId="4F573F09" w14:textId="20E34C59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33FD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33FD0">
              <w:rPr>
                <w:rFonts w:ascii="Corbel" w:hAnsi="Corbel"/>
                <w:sz w:val="24"/>
                <w:szCs w:val="24"/>
              </w:rPr>
              <w:t xml:space="preserve"> – praca własna studenta (przygotowanie do zajęć, egzaminu, przygotowanie projektu)</w:t>
            </w:r>
          </w:p>
        </w:tc>
        <w:tc>
          <w:tcPr>
            <w:tcW w:w="4618" w:type="dxa"/>
          </w:tcPr>
          <w:p w14:paraId="611A18CE" w14:textId="6C55F039" w:rsidR="007048FB" w:rsidRPr="00E33FD0" w:rsidRDefault="00E33FD0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DD5FDE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7048FB" w:rsidRPr="00E33FD0" w14:paraId="45A3E8D7" w14:textId="77777777" w:rsidTr="007048FB">
        <w:tc>
          <w:tcPr>
            <w:tcW w:w="4902" w:type="dxa"/>
          </w:tcPr>
          <w:p w14:paraId="626D78EC" w14:textId="77777777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79B7BE7D" w:rsidR="007048FB" w:rsidRPr="00E33FD0" w:rsidRDefault="007048FB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color w:val="000000"/>
                <w:sz w:val="24"/>
                <w:szCs w:val="24"/>
              </w:rPr>
              <w:t>75</w:t>
            </w:r>
          </w:p>
        </w:tc>
      </w:tr>
      <w:tr w:rsidR="007048FB" w:rsidRPr="00E33FD0" w14:paraId="761AF2EE" w14:textId="77777777" w:rsidTr="007048FB">
        <w:tc>
          <w:tcPr>
            <w:tcW w:w="4902" w:type="dxa"/>
          </w:tcPr>
          <w:p w14:paraId="3C28658F" w14:textId="77777777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E33FD0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74CCF68A" w14:textId="1913C0DE" w:rsidR="007048FB" w:rsidRPr="00E33FD0" w:rsidRDefault="007048FB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color w:val="000000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E33FD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33FD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33FD0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E33FD0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E33FD0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E33FD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E33FD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6. </w:t>
      </w:r>
      <w:r w:rsidR="0085747A" w:rsidRPr="00E33FD0">
        <w:rPr>
          <w:rFonts w:ascii="Corbel" w:hAnsi="Corbel"/>
          <w:smallCaps w:val="0"/>
          <w:szCs w:val="24"/>
        </w:rPr>
        <w:t>PRAKTYKI ZAWO</w:t>
      </w:r>
      <w:r w:rsidR="009D3F3B" w:rsidRPr="00E33FD0">
        <w:rPr>
          <w:rFonts w:ascii="Corbel" w:hAnsi="Corbel"/>
          <w:smallCaps w:val="0"/>
          <w:szCs w:val="24"/>
        </w:rPr>
        <w:t>DOWE W RAMACH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E33FD0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E33FD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39F41B59" w:rsidR="0085747A" w:rsidRPr="00E33FD0" w:rsidRDefault="00987DF3" w:rsidP="00E33F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E33FD0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E33FD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64CA08C3" w:rsidR="0085747A" w:rsidRPr="00E33FD0" w:rsidRDefault="00987DF3" w:rsidP="00E33F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E33FD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E33FD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7. </w:t>
      </w:r>
      <w:r w:rsidR="0085747A" w:rsidRPr="00E33FD0">
        <w:rPr>
          <w:rFonts w:ascii="Corbel" w:hAnsi="Corbel"/>
          <w:smallCaps w:val="0"/>
          <w:szCs w:val="24"/>
        </w:rPr>
        <w:t>LITERATURA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E33FD0" w14:paraId="0ACABF41" w14:textId="77777777" w:rsidTr="008962A4">
        <w:trPr>
          <w:trHeight w:val="397"/>
        </w:trPr>
        <w:tc>
          <w:tcPr>
            <w:tcW w:w="5000" w:type="pct"/>
          </w:tcPr>
          <w:p w14:paraId="7ADA546C" w14:textId="77777777" w:rsidR="0085747A" w:rsidRPr="00E33FD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7B4F2D1" w14:textId="5F8EB9CD" w:rsidR="000E6433" w:rsidRPr="00E33FD0" w:rsidRDefault="000E6433" w:rsidP="00084FE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Gos W., </w:t>
            </w:r>
            <w:proofErr w:type="spellStart"/>
            <w:r w:rsidRPr="00E33FD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Kiziukiewicz</w:t>
            </w:r>
            <w:proofErr w:type="spellEnd"/>
            <w:r w:rsidRPr="00E33FD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 T., </w:t>
            </w:r>
            <w:proofErr w:type="spellStart"/>
            <w:r w:rsidRPr="00E33FD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Mućko</w:t>
            </w:r>
            <w:proofErr w:type="spellEnd"/>
            <w:r w:rsidRPr="00E33FD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 P., Nadolna B., Zarządzanie kosztami. Teoria i dobre praktyki, Wolters Kluwer, Warszawa 2019.</w:t>
            </w:r>
          </w:p>
          <w:p w14:paraId="02707AC7" w14:textId="4CC80804" w:rsidR="00987DF3" w:rsidRPr="0001196B" w:rsidRDefault="00084FEA" w:rsidP="00084FE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01196B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Marzec J., Śliwa J., Audyt finansowy w przedsiębiorstwach i projekcje ich gospodarki finansowej, </w:t>
            </w:r>
            <w:proofErr w:type="spellStart"/>
            <w:r w:rsidRPr="0001196B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Difin</w:t>
            </w:r>
            <w:proofErr w:type="spellEnd"/>
            <w:r w:rsidRPr="0001196B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, Warszawa 2016.</w:t>
            </w:r>
          </w:p>
          <w:p w14:paraId="00179E2E" w14:textId="77777777" w:rsidR="000E6433" w:rsidRPr="0001196B" w:rsidRDefault="00EB5B5D" w:rsidP="00EB5B5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01196B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Pfaff J., Rewizja finansowa, Wydawnictwo Uniwersytetu Ekonomicznego w Katowicach, Katowice 2018.</w:t>
            </w:r>
          </w:p>
          <w:p w14:paraId="50F2B9B2" w14:textId="0FF07CF4" w:rsidR="0001196B" w:rsidRPr="00E33FD0" w:rsidRDefault="0001196B" w:rsidP="00EB5B5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01196B">
              <w:rPr>
                <w:rFonts w:ascii="Corbel" w:hAnsi="Corbel"/>
                <w:bCs/>
                <w:sz w:val="24"/>
                <w:szCs w:val="24"/>
              </w:rPr>
              <w:t>Rabiej</w:t>
            </w:r>
            <w:proofErr w:type="spellEnd"/>
            <w:r w:rsidRPr="0001196B">
              <w:rPr>
                <w:rFonts w:ascii="Corbel" w:hAnsi="Corbel"/>
                <w:bCs/>
                <w:sz w:val="24"/>
                <w:szCs w:val="24"/>
              </w:rPr>
              <w:t xml:space="preserve"> E., 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Lichota W., </w:t>
            </w:r>
            <w:r w:rsidRPr="0001196B">
              <w:rPr>
                <w:rFonts w:ascii="Corbel" w:hAnsi="Corbel"/>
                <w:bCs/>
                <w:sz w:val="24"/>
                <w:szCs w:val="24"/>
              </w:rPr>
              <w:t xml:space="preserve">Pitera R., Analiza finansowa przedsiębiorstw wybranych sektorów ze szczególnym uwzględnieniem zagrożenia upadłością, </w:t>
            </w:r>
            <w:proofErr w:type="spellStart"/>
            <w:r w:rsidRPr="0001196B">
              <w:rPr>
                <w:rFonts w:ascii="Corbel" w:hAnsi="Corbel"/>
                <w:bCs/>
                <w:sz w:val="24"/>
                <w:szCs w:val="24"/>
              </w:rPr>
              <w:t>CeDeWu</w:t>
            </w:r>
            <w:proofErr w:type="spellEnd"/>
            <w:r w:rsidRPr="0001196B">
              <w:rPr>
                <w:rFonts w:ascii="Corbel" w:hAnsi="Corbel"/>
                <w:bCs/>
                <w:sz w:val="24"/>
                <w:szCs w:val="24"/>
              </w:rPr>
              <w:t>, Warszawa 2021.</w:t>
            </w:r>
          </w:p>
        </w:tc>
      </w:tr>
      <w:tr w:rsidR="0085747A" w:rsidRPr="00E33FD0" w14:paraId="6F6FB0B1" w14:textId="77777777" w:rsidTr="008962A4">
        <w:trPr>
          <w:trHeight w:val="397"/>
        </w:trPr>
        <w:tc>
          <w:tcPr>
            <w:tcW w:w="5000" w:type="pct"/>
          </w:tcPr>
          <w:p w14:paraId="1AD404DB" w14:textId="77777777" w:rsidR="0085747A" w:rsidRPr="00E33FD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7F61761" w14:textId="75DAB34D" w:rsidR="000E6433" w:rsidRPr="00E33FD0" w:rsidRDefault="000E6433" w:rsidP="00EB5B5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33FD0">
              <w:rPr>
                <w:rFonts w:ascii="Corbel" w:hAnsi="Corbel"/>
                <w:sz w:val="24"/>
                <w:szCs w:val="24"/>
              </w:rPr>
              <w:t>Czubakowska</w:t>
            </w:r>
            <w:proofErr w:type="spellEnd"/>
            <w:r w:rsidRPr="00E33FD0">
              <w:rPr>
                <w:rFonts w:ascii="Corbel" w:hAnsi="Corbel"/>
                <w:sz w:val="24"/>
                <w:szCs w:val="24"/>
              </w:rPr>
              <w:t xml:space="preserve"> K., Rachunek kosztów i wyników, PWE, Warszawa 2015.</w:t>
            </w:r>
          </w:p>
          <w:p w14:paraId="5F40155E" w14:textId="77777777" w:rsidR="00084FEA" w:rsidRPr="00E33FD0" w:rsidRDefault="00084FEA" w:rsidP="00EB5B5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Cicha A. (red.), Zbiór zadań i pytań testowych z rachunkowości – stopień II, Stowarzyszenie Księgowych w Polsce, Instytut Certyfikacji Zawodowej Księgowych, Warszawa 2014.</w:t>
            </w:r>
          </w:p>
          <w:p w14:paraId="72284514" w14:textId="77777777" w:rsidR="00987DF3" w:rsidRPr="00E33FD0" w:rsidRDefault="00084FEA" w:rsidP="00EB5B5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 xml:space="preserve">Marzec J., Śliwa J., Badanie sprawozdań finansowych przedsiębiorstw i ocena ich zdolności do rozwoju, </w:t>
            </w:r>
            <w:proofErr w:type="spellStart"/>
            <w:r w:rsidRPr="00E33FD0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E33FD0">
              <w:rPr>
                <w:rFonts w:ascii="Corbel" w:hAnsi="Corbel"/>
                <w:sz w:val="24"/>
                <w:szCs w:val="24"/>
              </w:rPr>
              <w:t>, Warszawa 2016.</w:t>
            </w:r>
          </w:p>
          <w:p w14:paraId="39BAC980" w14:textId="204E37F9" w:rsidR="00EB5B5D" w:rsidRPr="00E33FD0" w:rsidRDefault="00EB5B5D" w:rsidP="00EB5B5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Gabrusewicz W. (red.), Audyt sprawozdań finansowych. Teoria i praktyka, PWE, Warszawa 2014.</w:t>
            </w:r>
          </w:p>
          <w:p w14:paraId="1F17CF12" w14:textId="5E2082FE" w:rsidR="00EB5B5D" w:rsidRPr="00E33FD0" w:rsidRDefault="00EB5B5D" w:rsidP="00EB5B5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 xml:space="preserve">Pfaff J., (red.), Rewizja finansowa w przykładach i zadaniach, </w:t>
            </w:r>
            <w:r w:rsidRPr="00E33FD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Wydawnictwo Uniwersytetu Ekonomicznego w Katowicach, Katowice 2012.</w:t>
            </w:r>
          </w:p>
        </w:tc>
      </w:tr>
    </w:tbl>
    <w:p w14:paraId="678921BD" w14:textId="77777777" w:rsidR="00E81743" w:rsidRPr="00E33FD0" w:rsidRDefault="00E8174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0DE156CF" w:rsidR="0085747A" w:rsidRPr="00EB5B5D" w:rsidRDefault="00E81743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</w:t>
      </w:r>
      <w:r w:rsidR="0085747A" w:rsidRPr="00EB5B5D">
        <w:rPr>
          <w:rFonts w:ascii="Corbel" w:hAnsi="Corbel"/>
          <w:b w:val="0"/>
          <w:smallCaps w:val="0"/>
          <w:szCs w:val="24"/>
        </w:rPr>
        <w:t>kceptacja Kierownika Jednostki lub osoby upoważnionej</w:t>
      </w:r>
    </w:p>
    <w:sectPr w:rsidR="0085747A" w:rsidRPr="00EB5B5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4CCF96" w14:textId="77777777" w:rsidR="005D01C9" w:rsidRDefault="005D01C9" w:rsidP="00C16ABF">
      <w:pPr>
        <w:spacing w:after="0" w:line="240" w:lineRule="auto"/>
      </w:pPr>
      <w:r>
        <w:separator/>
      </w:r>
    </w:p>
  </w:endnote>
  <w:endnote w:type="continuationSeparator" w:id="0">
    <w:p w14:paraId="6B75AB07" w14:textId="77777777" w:rsidR="005D01C9" w:rsidRDefault="005D01C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542DCC" w14:textId="77777777" w:rsidR="005D01C9" w:rsidRDefault="005D01C9" w:rsidP="00C16ABF">
      <w:pPr>
        <w:spacing w:after="0" w:line="240" w:lineRule="auto"/>
      </w:pPr>
      <w:r>
        <w:separator/>
      </w:r>
    </w:p>
  </w:footnote>
  <w:footnote w:type="continuationSeparator" w:id="0">
    <w:p w14:paraId="5B1BD5A3" w14:textId="77777777" w:rsidR="005D01C9" w:rsidRDefault="005D01C9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8964C85"/>
    <w:multiLevelType w:val="hybridMultilevel"/>
    <w:tmpl w:val="226E2F5E"/>
    <w:lvl w:ilvl="0" w:tplc="7A5209F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26C232B"/>
    <w:multiLevelType w:val="hybridMultilevel"/>
    <w:tmpl w:val="5406D032"/>
    <w:lvl w:ilvl="0" w:tplc="C3CE52B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93411C"/>
    <w:multiLevelType w:val="hybridMultilevel"/>
    <w:tmpl w:val="D3A4C6FA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3A6520"/>
    <w:multiLevelType w:val="hybridMultilevel"/>
    <w:tmpl w:val="45A89F62"/>
    <w:lvl w:ilvl="0" w:tplc="126885D2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B9B3395"/>
    <w:multiLevelType w:val="hybridMultilevel"/>
    <w:tmpl w:val="559CBFBC"/>
    <w:lvl w:ilvl="0" w:tplc="1C7AEE6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63E880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8B4F30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DC8A16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7E0D8B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8EA93D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0105C5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F5429C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FF6B33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2"/>
  </w:num>
  <w:num w:numId="7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332F"/>
    <w:rsid w:val="00004671"/>
    <w:rsid w:val="000048FD"/>
    <w:rsid w:val="000077B4"/>
    <w:rsid w:val="0001196B"/>
    <w:rsid w:val="00015B8F"/>
    <w:rsid w:val="00022ECE"/>
    <w:rsid w:val="00042A51"/>
    <w:rsid w:val="00042D2E"/>
    <w:rsid w:val="00044C82"/>
    <w:rsid w:val="00070ED6"/>
    <w:rsid w:val="000742DC"/>
    <w:rsid w:val="00084C12"/>
    <w:rsid w:val="00084FEA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6433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5F75"/>
    <w:rsid w:val="0024028F"/>
    <w:rsid w:val="00244ABC"/>
    <w:rsid w:val="00281FF2"/>
    <w:rsid w:val="002857DE"/>
    <w:rsid w:val="0029075A"/>
    <w:rsid w:val="00291567"/>
    <w:rsid w:val="002A22BF"/>
    <w:rsid w:val="002A2389"/>
    <w:rsid w:val="002A671D"/>
    <w:rsid w:val="002B2CE2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49FA"/>
    <w:rsid w:val="00342E16"/>
    <w:rsid w:val="00346FE9"/>
    <w:rsid w:val="0034705B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0C4D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01C9"/>
    <w:rsid w:val="005D0C1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48FB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5B6A"/>
    <w:rsid w:val="007F4155"/>
    <w:rsid w:val="00811E87"/>
    <w:rsid w:val="0081554D"/>
    <w:rsid w:val="0081707E"/>
    <w:rsid w:val="00827309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5A5D"/>
    <w:rsid w:val="00956AEE"/>
    <w:rsid w:val="00972BA1"/>
    <w:rsid w:val="00984B23"/>
    <w:rsid w:val="00987DF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8D8"/>
    <w:rsid w:val="00A00ECC"/>
    <w:rsid w:val="00A155EE"/>
    <w:rsid w:val="00A2245B"/>
    <w:rsid w:val="00A245B2"/>
    <w:rsid w:val="00A30110"/>
    <w:rsid w:val="00A36899"/>
    <w:rsid w:val="00A371F6"/>
    <w:rsid w:val="00A43BF6"/>
    <w:rsid w:val="00A45163"/>
    <w:rsid w:val="00A53FA5"/>
    <w:rsid w:val="00A54817"/>
    <w:rsid w:val="00A5693C"/>
    <w:rsid w:val="00A601C8"/>
    <w:rsid w:val="00A60799"/>
    <w:rsid w:val="00A84C85"/>
    <w:rsid w:val="00A97DE1"/>
    <w:rsid w:val="00AA1E6B"/>
    <w:rsid w:val="00AB053C"/>
    <w:rsid w:val="00AD1146"/>
    <w:rsid w:val="00AD27D3"/>
    <w:rsid w:val="00AD66D6"/>
    <w:rsid w:val="00AE1160"/>
    <w:rsid w:val="00AE203C"/>
    <w:rsid w:val="00AE2E74"/>
    <w:rsid w:val="00AE5FCB"/>
    <w:rsid w:val="00AE7A95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3053"/>
    <w:rsid w:val="00B75946"/>
    <w:rsid w:val="00B7633A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0B59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426AE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1B2A"/>
    <w:rsid w:val="00D552B2"/>
    <w:rsid w:val="00D608D1"/>
    <w:rsid w:val="00D74119"/>
    <w:rsid w:val="00D8075B"/>
    <w:rsid w:val="00D8678B"/>
    <w:rsid w:val="00DA2114"/>
    <w:rsid w:val="00DA6057"/>
    <w:rsid w:val="00DC6D0C"/>
    <w:rsid w:val="00DD5FDE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3FD0"/>
    <w:rsid w:val="00E51E44"/>
    <w:rsid w:val="00E61BD6"/>
    <w:rsid w:val="00E63348"/>
    <w:rsid w:val="00E661B9"/>
    <w:rsid w:val="00E742AA"/>
    <w:rsid w:val="00E77E88"/>
    <w:rsid w:val="00E8107D"/>
    <w:rsid w:val="00E81743"/>
    <w:rsid w:val="00E960BB"/>
    <w:rsid w:val="00EA2074"/>
    <w:rsid w:val="00EA4832"/>
    <w:rsid w:val="00EA4E9D"/>
    <w:rsid w:val="00EA565A"/>
    <w:rsid w:val="00EB5B5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4B9A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2B2C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84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490270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7027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612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23132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02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322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39295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25876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22714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80108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85315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7960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6090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93011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8CB651-8328-4254-A771-C662455C27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9895FF-DAB6-4562-8245-7E8861583C3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F05493-F35B-4DBD-B30B-30DAC3A8AE8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3B91A1-8FB1-49B7-8C5F-04AF9F8A2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98</TotalTime>
  <Pages>1</Pages>
  <Words>1213</Words>
  <Characters>7282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29</cp:revision>
  <cp:lastPrinted>2020-10-23T12:16:00Z</cp:lastPrinted>
  <dcterms:created xsi:type="dcterms:W3CDTF">2020-10-22T15:05:00Z</dcterms:created>
  <dcterms:modified xsi:type="dcterms:W3CDTF">2022-02-11T09:04:00Z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